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5FAE58A9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9E671E">
        <w:rPr>
          <w:b/>
          <w:color w:val="FF5200" w:themeColor="accent2"/>
          <w:sz w:val="36"/>
          <w:szCs w:val="36"/>
        </w:rPr>
        <w:t>„</w:t>
      </w:r>
      <w:r w:rsidR="00366D2B" w:rsidRPr="00366D2B">
        <w:rPr>
          <w:b/>
          <w:color w:val="FF5200" w:themeColor="accent2"/>
          <w:sz w:val="36"/>
          <w:szCs w:val="36"/>
        </w:rPr>
        <w:t>Metodika zavěšení rozvodu 22 kV na nosné konstrukce trakčního vedení</w:t>
      </w:r>
      <w:r w:rsidR="0031280B" w:rsidRPr="009E671E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9E671E">
        <w:rPr>
          <w:b/>
          <w:color w:val="FF5200" w:themeColor="accent2"/>
          <w:sz w:val="36"/>
          <w:szCs w:val="36"/>
        </w:rPr>
        <w:t xml:space="preserve">č.j. </w:t>
      </w:r>
      <w:r w:rsidR="00366D2B">
        <w:rPr>
          <w:b/>
          <w:color w:val="FF5200" w:themeColor="accent2"/>
          <w:sz w:val="36"/>
          <w:szCs w:val="36"/>
        </w:rPr>
        <w:t>8100</w:t>
      </w:r>
      <w:r w:rsidR="009E671E" w:rsidRPr="009E671E">
        <w:rPr>
          <w:b/>
          <w:color w:val="FF5200" w:themeColor="accent2"/>
          <w:sz w:val="36"/>
          <w:szCs w:val="36"/>
        </w:rPr>
        <w:t>/202</w:t>
      </w:r>
      <w:r w:rsidR="00366D2B">
        <w:rPr>
          <w:b/>
          <w:color w:val="FF5200" w:themeColor="accent2"/>
          <w:sz w:val="36"/>
          <w:szCs w:val="36"/>
        </w:rPr>
        <w:t>2</w:t>
      </w:r>
      <w:r w:rsidR="009E671E" w:rsidRPr="009E671E">
        <w:rPr>
          <w:b/>
          <w:color w:val="FF5200" w:themeColor="accent2"/>
          <w:sz w:val="36"/>
          <w:szCs w:val="36"/>
        </w:rPr>
        <w:t>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6D157FCF" w14:textId="77777777" w:rsidR="00D92132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6CD5137E" w14:textId="6D4C14F7" w:rsidR="00D92132" w:rsidRDefault="00366D2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3397281" w:history="1">
            <w:r w:rsidR="00D92132" w:rsidRPr="00136D4A">
              <w:rPr>
                <w:rStyle w:val="Hypertextovodkaz"/>
                <w:noProof/>
              </w:rPr>
              <w:t>Kapitola 1.</w:t>
            </w:r>
            <w:r w:rsidR="00D9213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92132" w:rsidRPr="00136D4A">
              <w:rPr>
                <w:rStyle w:val="Hypertextovodkaz"/>
                <w:noProof/>
              </w:rPr>
              <w:t>Základní údaje k nabídce</w:t>
            </w:r>
            <w:r w:rsidR="00D92132">
              <w:rPr>
                <w:noProof/>
                <w:webHidden/>
              </w:rPr>
              <w:tab/>
            </w:r>
            <w:r w:rsidR="00D92132">
              <w:rPr>
                <w:noProof/>
                <w:webHidden/>
              </w:rPr>
              <w:fldChar w:fldCharType="begin"/>
            </w:r>
            <w:r w:rsidR="00D92132">
              <w:rPr>
                <w:noProof/>
                <w:webHidden/>
              </w:rPr>
              <w:instrText xml:space="preserve"> PAGEREF _Toc83397281 \h </w:instrText>
            </w:r>
            <w:r w:rsidR="00D92132">
              <w:rPr>
                <w:noProof/>
                <w:webHidden/>
              </w:rPr>
            </w:r>
            <w:r w:rsidR="00D9213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D92132">
              <w:rPr>
                <w:noProof/>
                <w:webHidden/>
              </w:rPr>
              <w:fldChar w:fldCharType="end"/>
            </w:r>
          </w:hyperlink>
        </w:p>
        <w:p w14:paraId="4559CD2C" w14:textId="031378BC" w:rsidR="00D92132" w:rsidRDefault="00366D2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3397282" w:history="1">
            <w:r w:rsidR="00D92132" w:rsidRPr="00136D4A">
              <w:rPr>
                <w:rStyle w:val="Hypertextovodkaz"/>
                <w:noProof/>
              </w:rPr>
              <w:t>Kapitola 2.</w:t>
            </w:r>
            <w:r w:rsidR="00D9213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92132" w:rsidRPr="00136D4A">
              <w:rPr>
                <w:rStyle w:val="Hypertextovodkaz"/>
                <w:noProof/>
              </w:rPr>
              <w:t>Čestné prohlášení o splnění základní způsobilosti</w:t>
            </w:r>
            <w:r w:rsidR="00D92132">
              <w:rPr>
                <w:noProof/>
                <w:webHidden/>
              </w:rPr>
              <w:tab/>
            </w:r>
            <w:r w:rsidR="00D92132">
              <w:rPr>
                <w:noProof/>
                <w:webHidden/>
              </w:rPr>
              <w:fldChar w:fldCharType="begin"/>
            </w:r>
            <w:r w:rsidR="00D92132">
              <w:rPr>
                <w:noProof/>
                <w:webHidden/>
              </w:rPr>
              <w:instrText xml:space="preserve"> PAGEREF _Toc83397282 \h </w:instrText>
            </w:r>
            <w:r w:rsidR="00D92132">
              <w:rPr>
                <w:noProof/>
                <w:webHidden/>
              </w:rPr>
            </w:r>
            <w:r w:rsidR="00D9213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92132">
              <w:rPr>
                <w:noProof/>
                <w:webHidden/>
              </w:rPr>
              <w:fldChar w:fldCharType="end"/>
            </w:r>
          </w:hyperlink>
        </w:p>
        <w:p w14:paraId="2120E954" w14:textId="3ADFEF04" w:rsidR="00D92132" w:rsidRDefault="00366D2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3397283" w:history="1">
            <w:r w:rsidR="00D92132" w:rsidRPr="00136D4A">
              <w:rPr>
                <w:rStyle w:val="Hypertextovodkaz"/>
                <w:noProof/>
              </w:rPr>
              <w:t>Kapitola 3.</w:t>
            </w:r>
            <w:r w:rsidR="00D9213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92132" w:rsidRPr="00136D4A">
              <w:rPr>
                <w:rStyle w:val="Hypertextovodkaz"/>
                <w:noProof/>
              </w:rPr>
              <w:t>Čestné prohlášení účastníka k neuzavření zakázaných dohod</w:t>
            </w:r>
            <w:r w:rsidR="00D92132">
              <w:rPr>
                <w:noProof/>
                <w:webHidden/>
              </w:rPr>
              <w:tab/>
            </w:r>
            <w:r w:rsidR="00D92132">
              <w:rPr>
                <w:noProof/>
                <w:webHidden/>
              </w:rPr>
              <w:fldChar w:fldCharType="begin"/>
            </w:r>
            <w:r w:rsidR="00D92132">
              <w:rPr>
                <w:noProof/>
                <w:webHidden/>
              </w:rPr>
              <w:instrText xml:space="preserve"> PAGEREF _Toc83397283 \h </w:instrText>
            </w:r>
            <w:r w:rsidR="00D92132">
              <w:rPr>
                <w:noProof/>
                <w:webHidden/>
              </w:rPr>
            </w:r>
            <w:r w:rsidR="00D9213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92132">
              <w:rPr>
                <w:noProof/>
                <w:webHidden/>
              </w:rPr>
              <w:fldChar w:fldCharType="end"/>
            </w:r>
          </w:hyperlink>
        </w:p>
        <w:p w14:paraId="06A3F4EA" w14:textId="4E8FA863" w:rsidR="00D92132" w:rsidRDefault="00366D2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3397284" w:history="1">
            <w:r w:rsidR="00D92132" w:rsidRPr="00136D4A">
              <w:rPr>
                <w:rStyle w:val="Hypertextovodkaz"/>
                <w:noProof/>
              </w:rPr>
              <w:t>Kapitola 4.</w:t>
            </w:r>
            <w:r w:rsidR="00D9213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92132" w:rsidRPr="00136D4A">
              <w:rPr>
                <w:rStyle w:val="Hypertextovodkaz"/>
                <w:noProof/>
              </w:rPr>
              <w:t>Čestné prohlášení o splnění technické kvalifikace</w:t>
            </w:r>
            <w:r w:rsidR="00D92132">
              <w:rPr>
                <w:noProof/>
                <w:webHidden/>
              </w:rPr>
              <w:tab/>
            </w:r>
            <w:r w:rsidR="00D92132">
              <w:rPr>
                <w:noProof/>
                <w:webHidden/>
              </w:rPr>
              <w:fldChar w:fldCharType="begin"/>
            </w:r>
            <w:r w:rsidR="00D92132">
              <w:rPr>
                <w:noProof/>
                <w:webHidden/>
              </w:rPr>
              <w:instrText xml:space="preserve"> PAGEREF _Toc83397284 \h </w:instrText>
            </w:r>
            <w:r w:rsidR="00D92132">
              <w:rPr>
                <w:noProof/>
                <w:webHidden/>
              </w:rPr>
            </w:r>
            <w:r w:rsidR="00D9213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92132">
              <w:rPr>
                <w:noProof/>
                <w:webHidden/>
              </w:rPr>
              <w:fldChar w:fldCharType="end"/>
            </w:r>
          </w:hyperlink>
        </w:p>
        <w:p w14:paraId="5AF76DBA" w14:textId="5E7D90C5" w:rsidR="00D92132" w:rsidRDefault="00366D2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3397285" w:history="1">
            <w:r w:rsidR="00D92132" w:rsidRPr="00136D4A">
              <w:rPr>
                <w:rStyle w:val="Hypertextovodkaz"/>
                <w:noProof/>
              </w:rPr>
              <w:t>Kapitola 5.</w:t>
            </w:r>
            <w:r w:rsidR="00D9213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92132" w:rsidRPr="00136D4A">
              <w:rPr>
                <w:rStyle w:val="Hypertextovodkaz"/>
                <w:noProof/>
              </w:rPr>
              <w:t>Seznam osob</w:t>
            </w:r>
            <w:r w:rsidR="00D92132">
              <w:rPr>
                <w:noProof/>
                <w:webHidden/>
              </w:rPr>
              <w:tab/>
            </w:r>
            <w:r w:rsidR="00D92132">
              <w:rPr>
                <w:noProof/>
                <w:webHidden/>
              </w:rPr>
              <w:fldChar w:fldCharType="begin"/>
            </w:r>
            <w:r w:rsidR="00D92132">
              <w:rPr>
                <w:noProof/>
                <w:webHidden/>
              </w:rPr>
              <w:instrText xml:space="preserve"> PAGEREF _Toc83397285 \h </w:instrText>
            </w:r>
            <w:r w:rsidR="00D92132">
              <w:rPr>
                <w:noProof/>
                <w:webHidden/>
              </w:rPr>
            </w:r>
            <w:r w:rsidR="00D9213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92132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  <w:bookmarkStart w:id="0" w:name="_GoBack"/>
      <w:bookmarkEnd w:id="0"/>
    </w:p>
    <w:p w14:paraId="5FA346FF" w14:textId="77777777" w:rsidR="0031280B" w:rsidRPr="0036634F" w:rsidRDefault="0031280B" w:rsidP="00366D2B">
      <w:pPr>
        <w:pStyle w:val="Nadpis2"/>
        <w:numPr>
          <w:ilvl w:val="0"/>
          <w:numId w:val="34"/>
        </w:numPr>
        <w:jc w:val="left"/>
      </w:pPr>
      <w:bookmarkStart w:id="1" w:name="_Toc83397281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3D0C812F" w:rsidR="00A93A74" w:rsidRDefault="00A93A74" w:rsidP="008B1A2C">
      <w:r>
        <w:t xml:space="preserve">Účastník prohlašuje, že veškeré údaje </w:t>
      </w:r>
      <w:r w:rsidRPr="009E671E">
        <w:t xml:space="preserve">uvedené v tomto krycím listu, který je přílohou č. </w:t>
      </w:r>
      <w:r w:rsidR="00B87D91" w:rsidRPr="009E671E">
        <w:t xml:space="preserve">1 </w:t>
      </w:r>
      <w:r w:rsidRPr="009E671E">
        <w:t>Výzvy k podání nabíd</w:t>
      </w:r>
      <w:r w:rsidR="004C76E9" w:rsidRPr="009E671E">
        <w:t>ky</w:t>
      </w:r>
      <w:r w:rsidRPr="009E671E">
        <w:t xml:space="preserve"> na veřejnou zakázku zadávanou</w:t>
      </w:r>
      <w:r w:rsidR="004C76E9" w:rsidRPr="009E671E">
        <w:t xml:space="preserve"> jako </w:t>
      </w:r>
      <w:r w:rsidR="000128D4" w:rsidRPr="009E671E">
        <w:rPr>
          <w:rFonts w:eastAsia="Times New Roman" w:cs="Times New Roman"/>
          <w:lang w:eastAsia="cs-CZ"/>
        </w:rPr>
        <w:t>podlimitní sektorovou veřejnou zakázku</w:t>
      </w:r>
      <w:r w:rsidRPr="009E671E">
        <w:t xml:space="preserve"> jsou pravdivé</w:t>
      </w:r>
      <w:r w:rsidR="009771C9" w:rsidRPr="009E671E">
        <w:t>, úplné a odpovídají skutečnosti</w:t>
      </w:r>
      <w:r w:rsidRPr="009E671E">
        <w:t>. Účastník si je vědom důsledků záměrného uvedení nepravdivých údajů, které v rovině tohoto zadávacího</w:t>
      </w:r>
      <w:r>
        <w:t xml:space="preserve">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3B1C8833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>
        <w:t xml:space="preserve"> </w:t>
      </w:r>
      <w:r w:rsidR="008968F1">
        <w:t xml:space="preserve">   </w:t>
      </w:r>
      <w:r w:rsidR="008968F1" w:rsidRPr="008968F1">
        <w:rPr>
          <w:highlight w:val="green"/>
        </w:rPr>
        <w:t>………………….,- Kč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FC638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366D2B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366D2B" w:rsidP="00E85D44">
      <w:pPr>
        <w:tabs>
          <w:tab w:val="left" w:pos="7125"/>
        </w:tabs>
        <w:sectPr w:rsidR="00E85D44" w:rsidRP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366D2B">
      <w:pPr>
        <w:pStyle w:val="Nadpis2"/>
        <w:numPr>
          <w:ilvl w:val="0"/>
          <w:numId w:val="34"/>
        </w:numPr>
        <w:jc w:val="left"/>
      </w:pPr>
      <w:bookmarkStart w:id="2" w:name="_Toc83397282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5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4F41F815" w:rsidR="0031280B" w:rsidRDefault="0031280B">
      <w:pPr>
        <w:rPr>
          <w:lang w:eastAsia="cs-CZ"/>
        </w:rPr>
      </w:pPr>
    </w:p>
    <w:p w14:paraId="20E02FF0" w14:textId="24127A4F" w:rsidR="000127E6" w:rsidRDefault="000127E6">
      <w:pPr>
        <w:rPr>
          <w:lang w:eastAsia="cs-CZ"/>
        </w:rPr>
      </w:pPr>
    </w:p>
    <w:p w14:paraId="3D7AEA66" w14:textId="7259AE99" w:rsidR="000127E6" w:rsidRDefault="000127E6">
      <w:pPr>
        <w:rPr>
          <w:lang w:eastAsia="cs-CZ"/>
        </w:rPr>
      </w:pPr>
    </w:p>
    <w:p w14:paraId="758C2461" w14:textId="72F53604" w:rsidR="00D92132" w:rsidRDefault="00D92132">
      <w:pPr>
        <w:rPr>
          <w:lang w:eastAsia="cs-CZ"/>
        </w:rPr>
      </w:pPr>
    </w:p>
    <w:p w14:paraId="44262632" w14:textId="77777777" w:rsidR="00D92132" w:rsidRDefault="00D92132">
      <w:pPr>
        <w:rPr>
          <w:lang w:eastAsia="cs-CZ"/>
        </w:rPr>
      </w:pPr>
    </w:p>
    <w:p w14:paraId="077D305F" w14:textId="77777777" w:rsidR="000127E6" w:rsidRDefault="000127E6">
      <w:pPr>
        <w:rPr>
          <w:lang w:eastAsia="cs-CZ"/>
        </w:rPr>
      </w:pPr>
    </w:p>
    <w:p w14:paraId="7F8C7375" w14:textId="77777777" w:rsidR="0031280B" w:rsidRPr="006E5C6C" w:rsidRDefault="0031280B" w:rsidP="00366D2B">
      <w:pPr>
        <w:pStyle w:val="Nadpis2"/>
        <w:numPr>
          <w:ilvl w:val="0"/>
          <w:numId w:val="34"/>
        </w:numPr>
        <w:jc w:val="left"/>
      </w:pPr>
      <w:bookmarkStart w:id="3" w:name="_Toc83397283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382EC46" w:rsidR="0031280B" w:rsidRDefault="0031280B" w:rsidP="0031280B"/>
    <w:p w14:paraId="00AF409B" w14:textId="77777777" w:rsidR="00D92132" w:rsidRDefault="00D92132" w:rsidP="0031280B"/>
    <w:p w14:paraId="54296F76" w14:textId="77777777" w:rsidR="00D92132" w:rsidRPr="00E85D44" w:rsidRDefault="00D92132" w:rsidP="00366D2B">
      <w:pPr>
        <w:pStyle w:val="Nadpis2"/>
        <w:numPr>
          <w:ilvl w:val="0"/>
          <w:numId w:val="34"/>
        </w:numPr>
        <w:jc w:val="left"/>
      </w:pPr>
      <w:bookmarkStart w:id="4" w:name="_Toc61426284"/>
      <w:bookmarkStart w:id="5" w:name="_Toc83397284"/>
      <w:r w:rsidRPr="00E85D44">
        <w:lastRenderedPageBreak/>
        <w:t>Čestné prohlášení o splnění technické kvalifikace</w:t>
      </w:r>
      <w:bookmarkEnd w:id="4"/>
      <w:bookmarkEnd w:id="5"/>
    </w:p>
    <w:p w14:paraId="54A5ED9D" w14:textId="77777777" w:rsidR="00D92132" w:rsidRDefault="00D92132" w:rsidP="00D92132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C998183" w14:textId="68B07F88" w:rsidR="00D92132" w:rsidRDefault="00D92132" w:rsidP="00D92132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který podává tuto </w:t>
      </w:r>
      <w:r w:rsidRPr="000128D4">
        <w:rPr>
          <w:rFonts w:eastAsia="Times New Roman" w:cs="Times New Roman"/>
          <w:lang w:eastAsia="cs-CZ"/>
        </w:rPr>
        <w:t>nabídku, tímto</w:t>
      </w:r>
      <w:r>
        <w:rPr>
          <w:rFonts w:eastAsia="Times New Roman" w:cs="Times New Roman"/>
          <w:lang w:eastAsia="cs-CZ"/>
        </w:rPr>
        <w:t xml:space="preserve"> </w:t>
      </w:r>
      <w:r w:rsidRPr="00461E12">
        <w:rPr>
          <w:rFonts w:eastAsia="Times New Roman" w:cs="Times New Roman"/>
          <w:lang w:eastAsia="cs-CZ"/>
        </w:rPr>
        <w:t xml:space="preserve">čestně prohlašuje, že za poslední 3 roky před zahájením zadávacího řízení poskytoval alespoň </w:t>
      </w:r>
      <w:r w:rsidR="00366D2B">
        <w:rPr>
          <w:rFonts w:eastAsia="Times New Roman" w:cs="Times New Roman"/>
          <w:lang w:eastAsia="cs-CZ"/>
        </w:rPr>
        <w:t>3</w:t>
      </w:r>
      <w:r w:rsidRPr="00461E12">
        <w:rPr>
          <w:rFonts w:eastAsia="Times New Roman" w:cs="Times New Roman"/>
          <w:lang w:eastAsia="cs-CZ"/>
        </w:rPr>
        <w:t xml:space="preserve"> významn</w:t>
      </w:r>
      <w:r w:rsidR="00461E12" w:rsidRPr="00461E12">
        <w:rPr>
          <w:rFonts w:eastAsia="Times New Roman" w:cs="Times New Roman"/>
          <w:lang w:eastAsia="cs-CZ"/>
        </w:rPr>
        <w:t>é</w:t>
      </w:r>
      <w:r w:rsidRPr="00461E12">
        <w:rPr>
          <w:rFonts w:eastAsia="Times New Roman" w:cs="Times New Roman"/>
          <w:lang w:eastAsia="cs-CZ"/>
        </w:rPr>
        <w:t xml:space="preserve"> služ</w:t>
      </w:r>
      <w:r w:rsidR="00461E12" w:rsidRPr="00461E12">
        <w:rPr>
          <w:rFonts w:eastAsia="Times New Roman" w:cs="Times New Roman"/>
          <w:lang w:eastAsia="cs-CZ"/>
        </w:rPr>
        <w:t>by</w:t>
      </w:r>
      <w:r w:rsidRPr="00461E12">
        <w:rPr>
          <w:rFonts w:eastAsia="Times New Roman" w:cs="Times New Roman"/>
          <w:lang w:eastAsia="cs-CZ"/>
        </w:rPr>
        <w:t xml:space="preserve"> definovaných v čl. </w:t>
      </w:r>
      <w:r w:rsidR="00366D2B">
        <w:rPr>
          <w:rFonts w:eastAsia="Times New Roman" w:cs="Times New Roman"/>
          <w:lang w:eastAsia="cs-CZ"/>
        </w:rPr>
        <w:t>7</w:t>
      </w:r>
      <w:r w:rsidR="00461E12" w:rsidRPr="00461E12">
        <w:rPr>
          <w:rFonts w:eastAsia="Times New Roman" w:cs="Times New Roman"/>
          <w:lang w:eastAsia="cs-CZ"/>
        </w:rPr>
        <w:t xml:space="preserve">.5.1 </w:t>
      </w:r>
      <w:r w:rsidRPr="00461E12">
        <w:rPr>
          <w:rFonts w:eastAsia="Times New Roman" w:cs="Times New Roman"/>
          <w:lang w:eastAsia="cs-CZ"/>
        </w:rPr>
        <w:t xml:space="preserve">Výzvy k podání nabídky v celkové hodnotě </w:t>
      </w:r>
      <w:r w:rsidR="00366D2B">
        <w:rPr>
          <w:rFonts w:eastAsia="Times New Roman" w:cs="Times New Roman"/>
          <w:lang w:eastAsia="cs-CZ"/>
        </w:rPr>
        <w:t>minimálně 3 00</w:t>
      </w:r>
      <w:r w:rsidR="00461E12" w:rsidRPr="00461E12">
        <w:rPr>
          <w:rFonts w:eastAsia="Times New Roman" w:cs="Times New Roman"/>
          <w:lang w:eastAsia="cs-CZ"/>
        </w:rPr>
        <w:t>0</w:t>
      </w:r>
      <w:r w:rsidR="00461E12">
        <w:rPr>
          <w:rFonts w:eastAsia="Times New Roman" w:cs="Times New Roman"/>
          <w:lang w:eastAsia="cs-CZ"/>
        </w:rPr>
        <w:t> </w:t>
      </w:r>
      <w:r w:rsidR="00461E12" w:rsidRPr="00461E12">
        <w:rPr>
          <w:rFonts w:eastAsia="Times New Roman" w:cs="Times New Roman"/>
          <w:lang w:eastAsia="cs-CZ"/>
        </w:rPr>
        <w:t>000</w:t>
      </w:r>
      <w:r w:rsidR="00461E12">
        <w:rPr>
          <w:rFonts w:eastAsia="Times New Roman" w:cs="Times New Roman"/>
          <w:lang w:eastAsia="cs-CZ"/>
        </w:rPr>
        <w:t xml:space="preserve"> </w:t>
      </w:r>
      <w:r w:rsidR="00461E12" w:rsidRPr="00461E12">
        <w:rPr>
          <w:rFonts w:eastAsia="Times New Roman" w:cs="Times New Roman"/>
          <w:lang w:eastAsia="cs-CZ"/>
        </w:rPr>
        <w:t>-,</w:t>
      </w:r>
      <w:r w:rsidRPr="00461E12">
        <w:rPr>
          <w:rFonts w:eastAsia="Times New Roman" w:cs="Times New Roman"/>
          <w:lang w:eastAsia="cs-CZ"/>
        </w:rPr>
        <w:t>Kč</w:t>
      </w:r>
      <w:r>
        <w:rPr>
          <w:rFonts w:eastAsia="Times New Roman" w:cs="Times New Roman"/>
          <w:lang w:eastAsia="cs-CZ"/>
        </w:rPr>
        <w:t xml:space="preserve"> bez DPH.</w:t>
      </w:r>
    </w:p>
    <w:p w14:paraId="280A8ADB" w14:textId="77777777" w:rsidR="00D92132" w:rsidRDefault="00D92132" w:rsidP="00D92132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D92132" w14:paraId="7A4026E9" w14:textId="77777777" w:rsidTr="00C138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377DCE99" w14:textId="77777777" w:rsidR="00D92132" w:rsidRDefault="00D92132" w:rsidP="00C13838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706B91A8" w14:textId="77777777" w:rsidR="00D92132" w:rsidRDefault="00D92132" w:rsidP="00C13838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69BFBE35" w14:textId="77777777" w:rsidR="00D92132" w:rsidRDefault="00D92132" w:rsidP="00C13838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služby/dodávky </w:t>
            </w:r>
          </w:p>
          <w:p w14:paraId="7BF0F1E8" w14:textId="77777777" w:rsidR="00D92132" w:rsidRDefault="00D92132" w:rsidP="00C13838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657D5EBE" w14:textId="77777777" w:rsidR="00D92132" w:rsidRDefault="00D92132" w:rsidP="00C13838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15A89CD5" w14:textId="77777777" w:rsidR="00D92132" w:rsidRDefault="00D92132" w:rsidP="00C13838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09549E3" w14:textId="77777777" w:rsidR="00D92132" w:rsidRDefault="00D92132" w:rsidP="00C13838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D92132" w14:paraId="2ADAC4DA" w14:textId="77777777" w:rsidTr="00C13838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1A140" w14:textId="77777777" w:rsidR="00D92132" w:rsidRDefault="00D92132" w:rsidP="00C13838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3C2C8" w14:textId="77777777" w:rsidR="00D92132" w:rsidRDefault="00D92132" w:rsidP="00C13838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7C444C8" w14:textId="77777777" w:rsidR="00D92132" w:rsidRDefault="00D92132" w:rsidP="00C13838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F6321" w14:textId="77777777" w:rsidR="00D92132" w:rsidRDefault="00D92132" w:rsidP="00C13838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D92132" w14:paraId="13D711E6" w14:textId="77777777" w:rsidTr="00C13838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25BEAD33" w14:textId="77777777" w:rsidR="00D92132" w:rsidRDefault="00D92132" w:rsidP="00C13838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1F073461" w14:textId="77777777" w:rsidR="00D92132" w:rsidRDefault="00D92132" w:rsidP="00C13838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72711F36" w14:textId="77777777" w:rsidR="00D92132" w:rsidRDefault="00D92132" w:rsidP="00C13838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760BC" w14:textId="77777777" w:rsidR="00D92132" w:rsidRDefault="00D92132" w:rsidP="00C13838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366D2B" w14:paraId="49D4E627" w14:textId="77777777" w:rsidTr="00C1383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B4F089" w14:textId="77777777" w:rsidR="00366D2B" w:rsidRDefault="00366D2B" w:rsidP="00C13838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6D7C9295" w14:textId="77777777" w:rsidR="00366D2B" w:rsidRDefault="00366D2B" w:rsidP="00C13838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5F103DA9" w14:textId="77777777" w:rsidR="00366D2B" w:rsidRDefault="00366D2B" w:rsidP="00C13838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A6D04" w14:textId="77777777" w:rsidR="00366D2B" w:rsidRDefault="00366D2B" w:rsidP="00C13838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CD652F0" w14:textId="77777777" w:rsidR="00D92132" w:rsidRDefault="00D92132" w:rsidP="00D92132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5AA9FBE3" w14:textId="77777777" w:rsidR="00D92132" w:rsidRDefault="00D92132" w:rsidP="00D92132">
      <w:pPr>
        <w:rPr>
          <w:rFonts w:eastAsia="Times New Roman" w:cs="Times New Roman"/>
          <w:lang w:eastAsia="cs-CZ"/>
        </w:rPr>
      </w:pPr>
    </w:p>
    <w:p w14:paraId="3ADEBACF" w14:textId="10132C3C" w:rsidR="00D92132" w:rsidRDefault="00D92132" w:rsidP="00D92132">
      <w:pPr>
        <w:rPr>
          <w:rFonts w:eastAsia="Times New Roman" w:cs="Times New Roman"/>
          <w:lang w:eastAsia="cs-CZ"/>
        </w:rPr>
      </w:pPr>
    </w:p>
    <w:p w14:paraId="4A94C3D3" w14:textId="22BA3CF4" w:rsidR="00D92132" w:rsidRDefault="00D92132" w:rsidP="00D92132">
      <w:pPr>
        <w:rPr>
          <w:rFonts w:eastAsia="Times New Roman" w:cs="Times New Roman"/>
          <w:lang w:eastAsia="cs-CZ"/>
        </w:rPr>
      </w:pPr>
    </w:p>
    <w:p w14:paraId="5DC11450" w14:textId="64D3BDF2" w:rsidR="00D92132" w:rsidRDefault="00D92132" w:rsidP="00D92132">
      <w:pPr>
        <w:rPr>
          <w:rFonts w:eastAsia="Times New Roman" w:cs="Times New Roman"/>
          <w:lang w:eastAsia="cs-CZ"/>
        </w:rPr>
      </w:pPr>
    </w:p>
    <w:p w14:paraId="2A2AD97D" w14:textId="43B4A7C4" w:rsidR="00D92132" w:rsidRDefault="00D92132" w:rsidP="00D92132">
      <w:pPr>
        <w:rPr>
          <w:rFonts w:eastAsia="Times New Roman" w:cs="Times New Roman"/>
          <w:lang w:eastAsia="cs-CZ"/>
        </w:rPr>
      </w:pPr>
    </w:p>
    <w:p w14:paraId="0494EE89" w14:textId="3CBDA903" w:rsidR="00D92132" w:rsidRDefault="00D92132" w:rsidP="00D92132">
      <w:pPr>
        <w:rPr>
          <w:rFonts w:eastAsia="Times New Roman" w:cs="Times New Roman"/>
          <w:lang w:eastAsia="cs-CZ"/>
        </w:rPr>
      </w:pPr>
    </w:p>
    <w:p w14:paraId="5309AB69" w14:textId="1997ACBC" w:rsidR="00D92132" w:rsidRDefault="00D92132" w:rsidP="00D92132">
      <w:pPr>
        <w:rPr>
          <w:rFonts w:eastAsia="Times New Roman" w:cs="Times New Roman"/>
          <w:lang w:eastAsia="cs-CZ"/>
        </w:rPr>
      </w:pPr>
    </w:p>
    <w:p w14:paraId="6ACA5AB9" w14:textId="2B3E4CB4" w:rsidR="00D92132" w:rsidRDefault="00D92132" w:rsidP="00D92132">
      <w:pPr>
        <w:rPr>
          <w:rFonts w:eastAsia="Times New Roman" w:cs="Times New Roman"/>
          <w:lang w:eastAsia="cs-CZ"/>
        </w:rPr>
      </w:pPr>
    </w:p>
    <w:p w14:paraId="10115515" w14:textId="53C7BFDE" w:rsidR="00D92132" w:rsidRDefault="00D92132" w:rsidP="00D92132">
      <w:pPr>
        <w:rPr>
          <w:rFonts w:eastAsia="Times New Roman" w:cs="Times New Roman"/>
          <w:lang w:eastAsia="cs-CZ"/>
        </w:rPr>
      </w:pPr>
    </w:p>
    <w:p w14:paraId="31188FA6" w14:textId="662F08AD" w:rsidR="00D92132" w:rsidRDefault="00D92132" w:rsidP="00D92132">
      <w:pPr>
        <w:rPr>
          <w:rFonts w:eastAsia="Times New Roman" w:cs="Times New Roman"/>
          <w:lang w:eastAsia="cs-CZ"/>
        </w:rPr>
      </w:pPr>
    </w:p>
    <w:p w14:paraId="356CC863" w14:textId="1F3331EF" w:rsidR="00D92132" w:rsidRDefault="00D92132" w:rsidP="00D92132">
      <w:pPr>
        <w:rPr>
          <w:rFonts w:eastAsia="Times New Roman" w:cs="Times New Roman"/>
          <w:lang w:eastAsia="cs-CZ"/>
        </w:rPr>
      </w:pPr>
    </w:p>
    <w:p w14:paraId="0A0F51C1" w14:textId="7B8EF1D2" w:rsidR="00D92132" w:rsidRDefault="00D92132" w:rsidP="00D92132">
      <w:pPr>
        <w:rPr>
          <w:rFonts w:eastAsia="Times New Roman" w:cs="Times New Roman"/>
          <w:lang w:eastAsia="cs-CZ"/>
        </w:rPr>
      </w:pPr>
    </w:p>
    <w:p w14:paraId="35DFFFCC" w14:textId="33CFFA26" w:rsidR="00D92132" w:rsidRDefault="00D92132" w:rsidP="00D92132">
      <w:pPr>
        <w:rPr>
          <w:rFonts w:eastAsia="Times New Roman" w:cs="Times New Roman"/>
          <w:lang w:eastAsia="cs-CZ"/>
        </w:rPr>
      </w:pPr>
    </w:p>
    <w:p w14:paraId="4CBC4298" w14:textId="7FC2028B" w:rsidR="00D92132" w:rsidRDefault="00D92132" w:rsidP="00D92132">
      <w:pPr>
        <w:rPr>
          <w:rFonts w:eastAsia="Times New Roman" w:cs="Times New Roman"/>
          <w:lang w:eastAsia="cs-CZ"/>
        </w:rPr>
      </w:pPr>
    </w:p>
    <w:p w14:paraId="50E8961E" w14:textId="1807E985" w:rsidR="00D92132" w:rsidRDefault="00D92132" w:rsidP="00D92132">
      <w:pPr>
        <w:rPr>
          <w:rFonts w:eastAsia="Times New Roman" w:cs="Times New Roman"/>
          <w:lang w:eastAsia="cs-CZ"/>
        </w:rPr>
      </w:pPr>
    </w:p>
    <w:p w14:paraId="0296631E" w14:textId="77777777" w:rsidR="00D92132" w:rsidRDefault="00D92132" w:rsidP="00D92132">
      <w:pPr>
        <w:rPr>
          <w:rFonts w:eastAsia="Times New Roman" w:cs="Times New Roman"/>
          <w:lang w:eastAsia="cs-CZ"/>
        </w:rPr>
      </w:pPr>
    </w:p>
    <w:p w14:paraId="6CC66CFB" w14:textId="77777777" w:rsidR="00D92132" w:rsidRDefault="00D92132" w:rsidP="00D92132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4FCB3A" w14:textId="77777777" w:rsidR="00D92132" w:rsidRPr="000128D4" w:rsidRDefault="00D92132" w:rsidP="00D92132">
      <w:pPr>
        <w:pStyle w:val="Nadpis2"/>
        <w:numPr>
          <w:ilvl w:val="0"/>
          <w:numId w:val="34"/>
        </w:numPr>
      </w:pPr>
      <w:bookmarkStart w:id="6" w:name="_Toc58876012"/>
      <w:bookmarkStart w:id="7" w:name="_Toc61426285"/>
      <w:bookmarkStart w:id="8" w:name="_Toc83397285"/>
      <w:r>
        <w:t>Seznam osob</w:t>
      </w:r>
      <w:bookmarkEnd w:id="6"/>
      <w:bookmarkEnd w:id="7"/>
      <w:bookmarkEnd w:id="8"/>
    </w:p>
    <w:p w14:paraId="7734353A" w14:textId="77777777" w:rsidR="00D92132" w:rsidRDefault="00D92132" w:rsidP="00D92132">
      <w:pPr>
        <w:spacing w:after="0" w:line="240" w:lineRule="auto"/>
        <w:rPr>
          <w:rFonts w:eastAsia="Times New Roman" w:cs="Times New Roman"/>
          <w:lang w:eastAsia="x-none"/>
        </w:rPr>
      </w:pPr>
    </w:p>
    <w:p w14:paraId="28EAE503" w14:textId="77777777" w:rsidR="00D92132" w:rsidRDefault="00D92132" w:rsidP="00D92132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který podává tuto </w:t>
      </w:r>
      <w:r w:rsidRPr="000128D4">
        <w:rPr>
          <w:rFonts w:eastAsia="Times New Roman" w:cs="Times New Roman"/>
          <w:lang w:eastAsia="cs-CZ"/>
        </w:rPr>
        <w:t>nabídku</w:t>
      </w:r>
      <w:r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p w14:paraId="56607024" w14:textId="77777777" w:rsidR="00D92132" w:rsidRDefault="00D92132" w:rsidP="00D92132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21"/>
        <w:gridCol w:w="4421"/>
      </w:tblGrid>
      <w:tr w:rsidR="00D92132" w14:paraId="7CC1FBF0" w14:textId="77777777" w:rsidTr="00C138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4CBAFCEE" w14:textId="77777777" w:rsidR="00D92132" w:rsidRPr="00F44645" w:rsidRDefault="00D92132" w:rsidP="00C13838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Funkce</w:t>
            </w:r>
          </w:p>
        </w:tc>
        <w:tc>
          <w:tcPr>
            <w:tcW w:w="4421" w:type="dxa"/>
            <w:shd w:val="clear" w:color="auto" w:fill="auto"/>
          </w:tcPr>
          <w:p w14:paraId="3C8606DC" w14:textId="77777777" w:rsidR="00D92132" w:rsidRPr="00F44645" w:rsidRDefault="00D92132" w:rsidP="00C1383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Jméno a příjmení</w:t>
            </w:r>
          </w:p>
        </w:tc>
      </w:tr>
      <w:tr w:rsidR="00D92132" w14:paraId="1F4F77F1" w14:textId="77777777" w:rsidTr="00C138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38EB141C" w14:textId="254EE758" w:rsidR="00D92132" w:rsidRPr="00F44645" w:rsidRDefault="00366D2B" w:rsidP="00C13838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87AEA">
              <w:t>Vedoucí týmu</w:t>
            </w:r>
          </w:p>
        </w:tc>
        <w:tc>
          <w:tcPr>
            <w:tcW w:w="4421" w:type="dxa"/>
            <w:shd w:val="clear" w:color="auto" w:fill="auto"/>
          </w:tcPr>
          <w:p w14:paraId="2D6F3BA2" w14:textId="77777777" w:rsidR="00D92132" w:rsidRPr="00F44645" w:rsidRDefault="00D92132" w:rsidP="00C138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D92132" w14:paraId="406101C8" w14:textId="77777777" w:rsidTr="00C138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46B913F8" w14:textId="5E7B3A34" w:rsidR="00D92132" w:rsidRPr="00F44645" w:rsidRDefault="00366D2B" w:rsidP="00C13838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87AEA">
              <w:t>Specialista na trakční vedení</w:t>
            </w:r>
          </w:p>
        </w:tc>
        <w:tc>
          <w:tcPr>
            <w:tcW w:w="4421" w:type="dxa"/>
          </w:tcPr>
          <w:p w14:paraId="453FEC82" w14:textId="77777777" w:rsidR="00D92132" w:rsidRPr="00F44645" w:rsidRDefault="00D92132" w:rsidP="00C138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D92132" w14:paraId="299AEF92" w14:textId="77777777" w:rsidTr="00C138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648E253A" w14:textId="103B63B3" w:rsidR="00D92132" w:rsidRPr="00F44645" w:rsidRDefault="00366D2B" w:rsidP="00C13838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87AEA">
              <w:t>Specialista na trakční vedení</w:t>
            </w:r>
          </w:p>
        </w:tc>
        <w:tc>
          <w:tcPr>
            <w:tcW w:w="4421" w:type="dxa"/>
          </w:tcPr>
          <w:p w14:paraId="3C371E87" w14:textId="77777777" w:rsidR="00D92132" w:rsidRPr="00F44645" w:rsidRDefault="00D92132" w:rsidP="00C138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D92132" w14:paraId="6561993A" w14:textId="77777777" w:rsidTr="00C138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072D0691" w14:textId="77777777" w:rsidR="00D92132" w:rsidRPr="00F44645" w:rsidRDefault="00D92132" w:rsidP="00C13838">
            <w:pPr>
              <w:tabs>
                <w:tab w:val="num" w:pos="360"/>
              </w:tabs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Pozn. V příp</w:t>
            </w:r>
            <w:r>
              <w:rPr>
                <w:rFonts w:eastAsia="Times New Roman" w:cs="Times New Roman"/>
                <w:highlight w:val="yellow"/>
                <w:lang w:eastAsia="cs-CZ"/>
              </w:rPr>
              <w:t>adě, že dodavatel uvede více členů realizačního týmu</w:t>
            </w:r>
            <w:r w:rsidRPr="00F44645">
              <w:rPr>
                <w:rFonts w:eastAsia="Times New Roman" w:cs="Times New Roman"/>
                <w:highlight w:val="yellow"/>
                <w:lang w:eastAsia="cs-CZ"/>
              </w:rPr>
              <w:t xml:space="preserve">, upraví dodavatel tabulku dle potřeby. </w:t>
            </w:r>
          </w:p>
        </w:tc>
      </w:tr>
      <w:tr w:rsidR="00D92132" w14:paraId="771FD0C2" w14:textId="77777777" w:rsidTr="00C138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6C403AE2" w14:textId="77777777" w:rsidR="00D92132" w:rsidRDefault="00D92132" w:rsidP="00C13838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1A98889B" w14:textId="77777777" w:rsidR="00D92132" w:rsidRDefault="00D92132" w:rsidP="00D92132">
      <w:pPr>
        <w:spacing w:after="0" w:line="240" w:lineRule="auto"/>
        <w:rPr>
          <w:rFonts w:eastAsia="Times New Roman" w:cs="Times New Roman"/>
          <w:lang w:eastAsia="cs-CZ"/>
        </w:rPr>
      </w:pPr>
    </w:p>
    <w:p w14:paraId="68BD6BF6" w14:textId="77777777" w:rsidR="00D92132" w:rsidRDefault="00D92132" w:rsidP="00D92132">
      <w:pPr>
        <w:spacing w:after="0" w:line="240" w:lineRule="auto"/>
        <w:rPr>
          <w:rFonts w:eastAsia="Times New Roman" w:cs="Times New Roman"/>
          <w:lang w:eastAsia="cs-CZ"/>
        </w:rPr>
      </w:pPr>
    </w:p>
    <w:p w14:paraId="45E3AB69" w14:textId="77777777" w:rsidR="00D92132" w:rsidRPr="00F44645" w:rsidRDefault="00D92132" w:rsidP="00D92132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yellow"/>
          <w:lang w:eastAsia="cs-CZ"/>
        </w:rPr>
      </w:pPr>
      <w:r w:rsidRPr="00F44645">
        <w:rPr>
          <w:rFonts w:eastAsia="Times New Roman" w:cs="Times New Roman"/>
          <w:highlight w:val="yellow"/>
          <w:lang w:eastAsia="cs-CZ"/>
        </w:rPr>
        <w:t>Přílohy:</w:t>
      </w:r>
    </w:p>
    <w:p w14:paraId="4A33BC54" w14:textId="77777777" w:rsidR="00D92132" w:rsidRPr="00F44645" w:rsidRDefault="00D92132" w:rsidP="00D92132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yellow"/>
          <w:lang w:eastAsia="cs-CZ"/>
        </w:rPr>
      </w:pPr>
      <w:r w:rsidRPr="00F44645">
        <w:rPr>
          <w:rFonts w:eastAsia="Times New Roman" w:cs="Times New Roman"/>
          <w:highlight w:val="yellow"/>
          <w:lang w:eastAsia="cs-CZ"/>
        </w:rPr>
        <w:t>Životopis Název funkce</w:t>
      </w:r>
    </w:p>
    <w:p w14:paraId="4C29E035" w14:textId="77777777" w:rsidR="007860B2" w:rsidRDefault="007860B2" w:rsidP="00D92132">
      <w:pPr>
        <w:spacing w:after="0"/>
        <w:rPr>
          <w:rFonts w:eastAsia="Times New Roman" w:cs="Times New Roman"/>
          <w:lang w:eastAsia="cs-CZ"/>
        </w:rPr>
      </w:pPr>
    </w:p>
    <w:p w14:paraId="596E1AB5" w14:textId="77777777" w:rsidR="007860B2" w:rsidRDefault="007860B2" w:rsidP="00D92132">
      <w:pPr>
        <w:spacing w:after="0"/>
        <w:rPr>
          <w:rFonts w:eastAsia="Times New Roman" w:cs="Times New Roman"/>
          <w:lang w:eastAsia="cs-CZ"/>
        </w:rPr>
      </w:pPr>
    </w:p>
    <w:p w14:paraId="57EBB7CE" w14:textId="77777777" w:rsidR="007860B2" w:rsidRDefault="007860B2" w:rsidP="00D92132">
      <w:pPr>
        <w:spacing w:after="0"/>
        <w:rPr>
          <w:rFonts w:eastAsia="Times New Roman" w:cs="Times New Roman"/>
          <w:lang w:eastAsia="cs-CZ"/>
        </w:rPr>
      </w:pPr>
    </w:p>
    <w:p w14:paraId="2C1A61D0" w14:textId="77777777" w:rsidR="007860B2" w:rsidRDefault="007860B2" w:rsidP="00D92132">
      <w:pPr>
        <w:spacing w:after="0"/>
        <w:rPr>
          <w:rFonts w:eastAsia="Times New Roman" w:cs="Times New Roman"/>
          <w:lang w:eastAsia="cs-CZ"/>
        </w:rPr>
      </w:pPr>
    </w:p>
    <w:p w14:paraId="1B843A5C" w14:textId="77777777" w:rsidR="007860B2" w:rsidRDefault="007860B2" w:rsidP="00D92132">
      <w:pPr>
        <w:spacing w:after="0"/>
        <w:rPr>
          <w:rFonts w:eastAsia="Times New Roman" w:cs="Times New Roman"/>
          <w:lang w:eastAsia="cs-CZ"/>
        </w:rPr>
      </w:pPr>
    </w:p>
    <w:p w14:paraId="3ED46178" w14:textId="77777777" w:rsidR="007860B2" w:rsidRDefault="007860B2" w:rsidP="00D92132">
      <w:pPr>
        <w:spacing w:after="0"/>
        <w:rPr>
          <w:rFonts w:eastAsia="Times New Roman" w:cs="Times New Roman"/>
          <w:lang w:eastAsia="cs-CZ"/>
        </w:rPr>
      </w:pPr>
    </w:p>
    <w:p w14:paraId="4BB45D1E" w14:textId="77777777" w:rsidR="007860B2" w:rsidRDefault="007860B2" w:rsidP="00D92132">
      <w:pPr>
        <w:spacing w:after="0"/>
        <w:rPr>
          <w:rFonts w:eastAsia="Times New Roman" w:cs="Times New Roman"/>
          <w:lang w:eastAsia="cs-CZ"/>
        </w:rPr>
      </w:pPr>
    </w:p>
    <w:p w14:paraId="531ADDD8" w14:textId="77777777" w:rsidR="007860B2" w:rsidRDefault="007860B2" w:rsidP="00D92132">
      <w:pPr>
        <w:spacing w:after="0"/>
        <w:rPr>
          <w:rFonts w:eastAsia="Times New Roman" w:cs="Times New Roman"/>
          <w:lang w:eastAsia="cs-CZ"/>
        </w:rPr>
      </w:pPr>
    </w:p>
    <w:p w14:paraId="56355B4E" w14:textId="77777777" w:rsidR="008630A1" w:rsidRPr="00F6555E" w:rsidRDefault="008630A1" w:rsidP="0031280B"/>
    <w:p w14:paraId="61D6CCFD" w14:textId="77777777" w:rsidR="00A93A74" w:rsidRDefault="00A93A74" w:rsidP="00A93A74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996617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6BB176" w14:textId="77777777" w:rsidR="00045E47" w:rsidRDefault="00045E47" w:rsidP="00962258">
      <w:pPr>
        <w:spacing w:after="0" w:line="240" w:lineRule="auto"/>
      </w:pPr>
      <w:r>
        <w:separator/>
      </w:r>
    </w:p>
  </w:endnote>
  <w:endnote w:type="continuationSeparator" w:id="0">
    <w:p w14:paraId="266E20A7" w14:textId="77777777" w:rsidR="00045E47" w:rsidRDefault="00045E4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265E6F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66D2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66D2B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19F90E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59696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79F087A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66D2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66D2B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5F46D1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4D8EAE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28150F" w14:textId="77777777" w:rsidR="00045E47" w:rsidRDefault="00045E47" w:rsidP="00962258">
      <w:pPr>
        <w:spacing w:after="0" w:line="240" w:lineRule="auto"/>
      </w:pPr>
      <w:r>
        <w:separator/>
      </w:r>
    </w:p>
  </w:footnote>
  <w:footnote w:type="continuationSeparator" w:id="0">
    <w:p w14:paraId="2E82E339" w14:textId="77777777" w:rsidR="00045E47" w:rsidRDefault="00045E47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284F0F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AFFD5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9710C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6BA424" w14:textId="77777777" w:rsidR="00F1715C" w:rsidRPr="00D6163D" w:rsidRDefault="00F1715C" w:rsidP="00D6163D">
          <w:pPr>
            <w:pStyle w:val="Druhdokumentu"/>
          </w:pPr>
        </w:p>
      </w:tc>
    </w:tr>
  </w:tbl>
  <w:p w14:paraId="211CFF2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77777777" w:rsidR="00F1715C" w:rsidRPr="00D6163D" w:rsidRDefault="00F1715C" w:rsidP="00FC6389">
    <w:pPr>
      <w:pStyle w:val="Zhlav"/>
      <w:rPr>
        <w:sz w:val="8"/>
        <w:szCs w:val="8"/>
      </w:rPr>
    </w:pP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E383A7B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D75C960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36482B"/>
    <w:multiLevelType w:val="hybridMultilevel"/>
    <w:tmpl w:val="47E209FA"/>
    <w:lvl w:ilvl="0" w:tplc="3EA0E16A">
      <w:start w:val="1"/>
      <w:numFmt w:val="decimal"/>
      <w:lvlText w:val="Kapitola 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394C6AB8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74070991"/>
    <w:multiLevelType w:val="multilevel"/>
    <w:tmpl w:val="CABE99FC"/>
    <w:numStyleLink w:val="ListNumbermultilevel"/>
  </w:abstractNum>
  <w:abstractNum w:abstractNumId="13" w15:restartNumberingAfterBreak="0">
    <w:nsid w:val="7DC128DF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2"/>
  </w:num>
  <w:num w:numId="17">
    <w:abstractNumId w:val="3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2"/>
  </w:num>
  <w:num w:numId="29">
    <w:abstractNumId w:val="3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4"/>
  </w:num>
  <w:num w:numId="35">
    <w:abstractNumId w:val="10"/>
  </w:num>
  <w:num w:numId="36">
    <w:abstractNumId w:val="13"/>
  </w:num>
  <w:num w:numId="37">
    <w:abstractNumId w:val="6"/>
  </w:num>
  <w:num w:numId="3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7E6"/>
    <w:rsid w:val="000128D4"/>
    <w:rsid w:val="00045E47"/>
    <w:rsid w:val="00072C1E"/>
    <w:rsid w:val="000A412D"/>
    <w:rsid w:val="000E23A7"/>
    <w:rsid w:val="000F7070"/>
    <w:rsid w:val="0010693F"/>
    <w:rsid w:val="00114472"/>
    <w:rsid w:val="001247D4"/>
    <w:rsid w:val="001550BC"/>
    <w:rsid w:val="001605B9"/>
    <w:rsid w:val="00170EC5"/>
    <w:rsid w:val="00171BF4"/>
    <w:rsid w:val="001747C1"/>
    <w:rsid w:val="0018406C"/>
    <w:rsid w:val="00184743"/>
    <w:rsid w:val="00190137"/>
    <w:rsid w:val="001F49FF"/>
    <w:rsid w:val="00207DF5"/>
    <w:rsid w:val="002148BB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66D2B"/>
    <w:rsid w:val="003956C6"/>
    <w:rsid w:val="003D72D9"/>
    <w:rsid w:val="00441430"/>
    <w:rsid w:val="00450F07"/>
    <w:rsid w:val="00453CD3"/>
    <w:rsid w:val="00460660"/>
    <w:rsid w:val="00461E12"/>
    <w:rsid w:val="00481581"/>
    <w:rsid w:val="00486107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30C52"/>
    <w:rsid w:val="00553375"/>
    <w:rsid w:val="00557C28"/>
    <w:rsid w:val="005736B7"/>
    <w:rsid w:val="00575E5A"/>
    <w:rsid w:val="005900DD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860B2"/>
    <w:rsid w:val="007B570C"/>
    <w:rsid w:val="007B6D10"/>
    <w:rsid w:val="007C589B"/>
    <w:rsid w:val="007E4A6E"/>
    <w:rsid w:val="007F56A7"/>
    <w:rsid w:val="00807DD0"/>
    <w:rsid w:val="00852A2C"/>
    <w:rsid w:val="008630A1"/>
    <w:rsid w:val="008659F3"/>
    <w:rsid w:val="00886D4B"/>
    <w:rsid w:val="00895406"/>
    <w:rsid w:val="008968F1"/>
    <w:rsid w:val="008A3568"/>
    <w:rsid w:val="008B1A2C"/>
    <w:rsid w:val="008D03B9"/>
    <w:rsid w:val="008F18D6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3DC8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E671E"/>
    <w:rsid w:val="009F392E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469D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CD79A5"/>
    <w:rsid w:val="00D21061"/>
    <w:rsid w:val="00D4108E"/>
    <w:rsid w:val="00D6163D"/>
    <w:rsid w:val="00D73D46"/>
    <w:rsid w:val="00D831A3"/>
    <w:rsid w:val="00D92132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47094"/>
    <w:rsid w:val="00F4790C"/>
    <w:rsid w:val="00F5558F"/>
    <w:rsid w:val="00F659EB"/>
    <w:rsid w:val="00F76E9F"/>
    <w:rsid w:val="00F86BA6"/>
    <w:rsid w:val="00FB5DEE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BB1F8CA"/>
  <w15:docId w15:val="{2BA4A760-24B2-491F-92A5-1CFB0F5F6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aspi://module='ASPI'&amp;link='134/2016%20Sb.%2523'&amp;ucin-k-dni='30.12.9999'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F007D3A-E5BB-408B-9B87-73A5B559D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88</TotalTime>
  <Pages>5</Pages>
  <Words>730</Words>
  <Characters>4311</Characters>
  <Application>Microsoft Office Word</Application>
  <DocSecurity>0</DocSecurity>
  <Lines>35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Škába Ladislav, Bc., DiS.</cp:lastModifiedBy>
  <cp:revision>28</cp:revision>
  <cp:lastPrinted>2021-02-17T14:32:00Z</cp:lastPrinted>
  <dcterms:created xsi:type="dcterms:W3CDTF">2020-06-29T15:29:00Z</dcterms:created>
  <dcterms:modified xsi:type="dcterms:W3CDTF">2022-01-26T13:17:00Z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